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267" w:rsidRDefault="008A3267" w:rsidP="008A3267"/>
    <w:p w:rsidR="00943B66" w:rsidRDefault="00943B66" w:rsidP="008A3267"/>
    <w:p w:rsidR="00943B66" w:rsidRDefault="00943B66" w:rsidP="008A3267"/>
    <w:p w:rsidR="00943B66" w:rsidRDefault="00943B66" w:rsidP="00134111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 DIRIGENTE SCOLASTICO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34111">
        <w:tab/>
      </w:r>
      <w:r w:rsidR="00134111">
        <w:tab/>
      </w:r>
      <w:r>
        <w:t>ISTITUTO COMPRENSIVO di BASIGLIO</w:t>
      </w:r>
    </w:p>
    <w:p w:rsidR="00943B66" w:rsidRDefault="00943B66" w:rsidP="008A3267"/>
    <w:p w:rsidR="00943B66" w:rsidRDefault="00943B66" w:rsidP="008A3267">
      <w:r>
        <w:t>O G G E T T O</w:t>
      </w:r>
      <w:r w:rsidR="00134111">
        <w:t xml:space="preserve"> </w:t>
      </w:r>
      <w:r>
        <w:t xml:space="preserve">: </w:t>
      </w:r>
      <w:r w:rsidR="00134111">
        <w:t xml:space="preserve"> </w:t>
      </w:r>
      <w:r>
        <w:t xml:space="preserve">DICHIARAZIONE </w:t>
      </w:r>
      <w:r w:rsidR="00134111">
        <w:t>ASSUNZIONE</w:t>
      </w:r>
      <w:r>
        <w:t xml:space="preserve"> DI SERVIZIO</w:t>
      </w:r>
    </w:p>
    <w:p w:rsidR="00943B66" w:rsidRDefault="00943B66" w:rsidP="008A3267"/>
    <w:p w:rsidR="00943B66" w:rsidRDefault="00943B66" w:rsidP="008A3267">
      <w:r>
        <w:tab/>
        <w:t>__</w:t>
      </w:r>
      <w:r w:rsidR="00134111">
        <w:t>l</w:t>
      </w:r>
      <w:r>
        <w:t>__ sottoscritt__ _________________________________________________________</w:t>
      </w:r>
    </w:p>
    <w:p w:rsidR="00943B66" w:rsidRDefault="00943B66" w:rsidP="008A3267">
      <w:r>
        <w:t>Nat__ a __________________________________________ (prov.____) il ___________________</w:t>
      </w:r>
    </w:p>
    <w:p w:rsidR="00943B66" w:rsidRDefault="00943B66" w:rsidP="008A3267">
      <w:r>
        <w:t>Residente in ______________________________________(prov._____) c.a.p.________________</w:t>
      </w:r>
    </w:p>
    <w:p w:rsidR="00943B66" w:rsidRDefault="00943B66" w:rsidP="008A3267">
      <w:r>
        <w:t>Via / Piazza _________________________________________________ n. ___________________</w:t>
      </w:r>
    </w:p>
    <w:p w:rsidR="00943B66" w:rsidRDefault="00943B66" w:rsidP="008A3267">
      <w:r>
        <w:t>Telefono ______________________________ cellulare___________________________________</w:t>
      </w:r>
    </w:p>
    <w:p w:rsidR="00943B66" w:rsidRDefault="00943B66" w:rsidP="008A3267">
      <w:r>
        <w:t>Codice fiscale ______________________________________________________</w:t>
      </w:r>
    </w:p>
    <w:p w:rsidR="00943B66" w:rsidRDefault="00943B66" w:rsidP="00134111">
      <w:pPr>
        <w:jc w:val="center"/>
        <w:rPr>
          <w:b/>
          <w:u w:val="single"/>
        </w:rPr>
      </w:pPr>
      <w:r w:rsidRPr="00134111">
        <w:rPr>
          <w:b/>
          <w:u w:val="single"/>
        </w:rPr>
        <w:t>D I C H I A R A</w:t>
      </w:r>
    </w:p>
    <w:p w:rsidR="00943B66" w:rsidRDefault="00943B66" w:rsidP="008A3267">
      <w:r>
        <w:t xml:space="preserve">Di </w:t>
      </w:r>
      <w:r w:rsidR="00134111">
        <w:t>assumere</w:t>
      </w:r>
      <w:bookmarkStart w:id="0" w:name="_GoBack"/>
      <w:bookmarkEnd w:id="0"/>
      <w:r>
        <w:t xml:space="preserve"> servizio presso questo Istituto in data ____________________________ in qualità di</w:t>
      </w:r>
    </w:p>
    <w:p w:rsidR="00943B66" w:rsidRDefault="00943B66" w:rsidP="008A3267">
      <w:pPr>
        <w:rPr>
          <w:sz w:val="40"/>
          <w:szCs w:val="40"/>
        </w:rPr>
      </w:pPr>
      <w:r w:rsidRPr="00134111">
        <w:rPr>
          <w:b/>
        </w:rPr>
        <w:t>NON Docente</w:t>
      </w:r>
      <w:r>
        <w:t xml:space="preserve"> con Incarico a Tempo Indeterminato   </w:t>
      </w:r>
      <w:r w:rsidRPr="00943B66">
        <w:rPr>
          <w:sz w:val="40"/>
          <w:szCs w:val="40"/>
        </w:rPr>
        <w:t>□</w:t>
      </w:r>
      <w:r>
        <w:t xml:space="preserve">          Determinato </w:t>
      </w:r>
      <w:r w:rsidR="00134111">
        <w:t xml:space="preserve"> </w:t>
      </w:r>
      <w:r w:rsidRPr="00943B66">
        <w:rPr>
          <w:sz w:val="40"/>
          <w:szCs w:val="40"/>
        </w:rPr>
        <w:t>□</w:t>
      </w:r>
    </w:p>
    <w:p w:rsidR="00134111" w:rsidRDefault="00134111" w:rsidP="008A3267">
      <w:pPr>
        <w:rPr>
          <w:sz w:val="40"/>
          <w:szCs w:val="40"/>
        </w:rPr>
      </w:pPr>
      <w:r w:rsidRPr="00134111">
        <w:rPr>
          <w:b/>
        </w:rPr>
        <w:t>QUALIFICA :</w:t>
      </w:r>
      <w:r>
        <w:t xml:space="preserve">  Assistente amministrativo   </w:t>
      </w:r>
      <w:r w:rsidRPr="00134111">
        <w:rPr>
          <w:sz w:val="40"/>
          <w:szCs w:val="40"/>
        </w:rPr>
        <w:t>□</w:t>
      </w:r>
      <w:r>
        <w:t xml:space="preserve">            Collaboratore scolastico   </w:t>
      </w:r>
      <w:r w:rsidRPr="00134111">
        <w:rPr>
          <w:sz w:val="40"/>
          <w:szCs w:val="40"/>
        </w:rPr>
        <w:t>□</w:t>
      </w:r>
    </w:p>
    <w:p w:rsidR="00134111" w:rsidRDefault="00134111" w:rsidP="008A3267">
      <w:r w:rsidRPr="00134111">
        <w:t>Per complessive n° _________ore settimanali</w:t>
      </w:r>
      <w:r>
        <w:t xml:space="preserve"> di lavoro.</w:t>
      </w:r>
    </w:p>
    <w:p w:rsidR="00134111" w:rsidRDefault="00134111" w:rsidP="008A3267"/>
    <w:p w:rsidR="00134111" w:rsidRDefault="00134111" w:rsidP="008A3267">
      <w:r>
        <w:t>BASIGLIO, _________________</w:t>
      </w:r>
    </w:p>
    <w:p w:rsidR="00134111" w:rsidRDefault="00134111" w:rsidP="008A326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</w:t>
      </w:r>
    </w:p>
    <w:p w:rsidR="00134111" w:rsidRDefault="00134111" w:rsidP="008A3267">
      <w:r>
        <w:t xml:space="preserve">                                                                                                                                      (firma)</w:t>
      </w:r>
    </w:p>
    <w:p w:rsidR="00134111" w:rsidRDefault="00134111" w:rsidP="008A326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34111" w:rsidRPr="00134111" w:rsidRDefault="00134111" w:rsidP="008A3267"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134111" w:rsidRPr="00134111" w:rsidSect="002F1629">
      <w:pgSz w:w="11906" w:h="16838" w:code="9"/>
      <w:pgMar w:top="51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B66" w:rsidRDefault="00943B66" w:rsidP="00635604">
      <w:pPr>
        <w:spacing w:after="0" w:line="240" w:lineRule="auto"/>
      </w:pPr>
      <w:r>
        <w:separator/>
      </w:r>
    </w:p>
  </w:endnote>
  <w:endnote w:type="continuationSeparator" w:id="0">
    <w:p w:rsidR="00943B66" w:rsidRDefault="00943B66" w:rsidP="00635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B66" w:rsidRDefault="00943B66" w:rsidP="00635604">
      <w:pPr>
        <w:spacing w:after="0" w:line="240" w:lineRule="auto"/>
      </w:pPr>
      <w:r>
        <w:separator/>
      </w:r>
    </w:p>
  </w:footnote>
  <w:footnote w:type="continuationSeparator" w:id="0">
    <w:p w:rsidR="00943B66" w:rsidRDefault="00943B66" w:rsidP="00635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B182D"/>
    <w:multiLevelType w:val="hybridMultilevel"/>
    <w:tmpl w:val="4816D2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52835"/>
    <w:multiLevelType w:val="hybridMultilevel"/>
    <w:tmpl w:val="456E0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AD6716"/>
    <w:multiLevelType w:val="hybridMultilevel"/>
    <w:tmpl w:val="2D2681CE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6E6D12DB"/>
    <w:multiLevelType w:val="hybridMultilevel"/>
    <w:tmpl w:val="0E6A7D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A4264E"/>
    <w:multiLevelType w:val="hybridMultilevel"/>
    <w:tmpl w:val="526C5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7E1"/>
    <w:rsid w:val="000A3C14"/>
    <w:rsid w:val="000A427C"/>
    <w:rsid w:val="000E52CD"/>
    <w:rsid w:val="000E67C2"/>
    <w:rsid w:val="00133D69"/>
    <w:rsid w:val="00134111"/>
    <w:rsid w:val="00186539"/>
    <w:rsid w:val="001C4281"/>
    <w:rsid w:val="001C5203"/>
    <w:rsid w:val="00251BFA"/>
    <w:rsid w:val="002807E1"/>
    <w:rsid w:val="002A6400"/>
    <w:rsid w:val="002F1629"/>
    <w:rsid w:val="003466F0"/>
    <w:rsid w:val="003575B3"/>
    <w:rsid w:val="003707E1"/>
    <w:rsid w:val="00370D51"/>
    <w:rsid w:val="003A2F98"/>
    <w:rsid w:val="003A4E84"/>
    <w:rsid w:val="003D6F72"/>
    <w:rsid w:val="003F767E"/>
    <w:rsid w:val="00424F13"/>
    <w:rsid w:val="004510C7"/>
    <w:rsid w:val="004619B7"/>
    <w:rsid w:val="0047641D"/>
    <w:rsid w:val="004A0DE7"/>
    <w:rsid w:val="0050752E"/>
    <w:rsid w:val="00513D8C"/>
    <w:rsid w:val="005D397F"/>
    <w:rsid w:val="00635604"/>
    <w:rsid w:val="006A21D5"/>
    <w:rsid w:val="006E3C23"/>
    <w:rsid w:val="0070018C"/>
    <w:rsid w:val="00722E65"/>
    <w:rsid w:val="00723ED2"/>
    <w:rsid w:val="00773137"/>
    <w:rsid w:val="0077447D"/>
    <w:rsid w:val="007927F2"/>
    <w:rsid w:val="007C34DB"/>
    <w:rsid w:val="007D0CD1"/>
    <w:rsid w:val="007F10E4"/>
    <w:rsid w:val="007F4573"/>
    <w:rsid w:val="00836AC9"/>
    <w:rsid w:val="0084005A"/>
    <w:rsid w:val="00856F49"/>
    <w:rsid w:val="00873C1E"/>
    <w:rsid w:val="00874585"/>
    <w:rsid w:val="008A3267"/>
    <w:rsid w:val="008D6DB9"/>
    <w:rsid w:val="0090103E"/>
    <w:rsid w:val="0093015F"/>
    <w:rsid w:val="00943B66"/>
    <w:rsid w:val="00A6557D"/>
    <w:rsid w:val="00AC4D51"/>
    <w:rsid w:val="00AE5BA4"/>
    <w:rsid w:val="00AF3C5A"/>
    <w:rsid w:val="00B228B2"/>
    <w:rsid w:val="00C116C3"/>
    <w:rsid w:val="00C51CBA"/>
    <w:rsid w:val="00C6760F"/>
    <w:rsid w:val="00C71416"/>
    <w:rsid w:val="00CB23D2"/>
    <w:rsid w:val="00CB4835"/>
    <w:rsid w:val="00D868D4"/>
    <w:rsid w:val="00DB4F1C"/>
    <w:rsid w:val="00DD3F92"/>
    <w:rsid w:val="00DF79F2"/>
    <w:rsid w:val="00E205C8"/>
    <w:rsid w:val="00E83A52"/>
    <w:rsid w:val="00EA2396"/>
    <w:rsid w:val="00EB1635"/>
    <w:rsid w:val="00EF5E24"/>
    <w:rsid w:val="00EF672A"/>
    <w:rsid w:val="00F47122"/>
    <w:rsid w:val="00F8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93267"/>
  <w15:docId w15:val="{C2DEC995-FF3E-4263-B1C6-4C71B9FB0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10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707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6356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35604"/>
  </w:style>
  <w:style w:type="paragraph" w:styleId="Pidipagina">
    <w:name w:val="footer"/>
    <w:basedOn w:val="Normale"/>
    <w:link w:val="PidipaginaCarattere"/>
    <w:uiPriority w:val="99"/>
    <w:semiHidden/>
    <w:unhideWhenUsed/>
    <w:rsid w:val="006356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35604"/>
  </w:style>
  <w:style w:type="character" w:styleId="Collegamentoipertestuale">
    <w:name w:val="Hyperlink"/>
    <w:basedOn w:val="Carpredefinitoparagrafo"/>
    <w:uiPriority w:val="99"/>
    <w:unhideWhenUsed/>
    <w:rsid w:val="0063560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2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2F9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400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4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1137E-A7A5-4E83-BDC1-6793BE45C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4127BB99</Template>
  <TotalTime>1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personale2</dc:creator>
  <cp:keywords/>
  <dc:description/>
  <cp:lastModifiedBy>Federica Panciera</cp:lastModifiedBy>
  <cp:revision>2</cp:revision>
  <cp:lastPrinted>2018-12-28T13:22:00Z</cp:lastPrinted>
  <dcterms:created xsi:type="dcterms:W3CDTF">2020-08-27T09:07:00Z</dcterms:created>
  <dcterms:modified xsi:type="dcterms:W3CDTF">2020-08-27T09:07:00Z</dcterms:modified>
</cp:coreProperties>
</file>